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9A54BB" w:rsidRDefault="0056122C" w:rsidP="009A54BB">
      <w:r>
        <w:t>Onderbouwwastafel</w:t>
      </w:r>
      <w:r w:rsidR="009A54BB">
        <w:t xml:space="preserve"> vervaardigd uit sanitair porselei</w:t>
      </w:r>
      <w:r>
        <w:t>n en voorzien van geïntegreerde overloop</w:t>
      </w:r>
    </w:p>
    <w:p w:rsidR="009A54BB" w:rsidRDefault="009A54BB" w:rsidP="009A54BB">
      <w:r>
        <w:t xml:space="preserve">De </w:t>
      </w:r>
      <w:r w:rsidR="0056122C">
        <w:t>onderbouwwastafel</w:t>
      </w:r>
      <w:r>
        <w:t xml:space="preserve"> heeft een </w:t>
      </w:r>
      <w:r w:rsidR="0056122C">
        <w:t xml:space="preserve">uitgesproken </w:t>
      </w:r>
      <w:r w:rsidR="00C37FD1">
        <w:t>ronde</w:t>
      </w:r>
      <w:r w:rsidR="0056122C">
        <w:t xml:space="preserve"> vorm en brede vlakke boord voor onderbouwmontage</w:t>
      </w:r>
    </w:p>
    <w:p w:rsidR="009A54BB" w:rsidRDefault="009A54BB" w:rsidP="009A54BB">
      <w:r>
        <w:t xml:space="preserve">De binnenkant is volledig afgerond.  Door de ronde hoeken wordt het onderhoud makkelijker.  De overloop </w:t>
      </w:r>
      <w:r w:rsidR="0056122C">
        <w:t>is centraal</w:t>
      </w:r>
      <w:r>
        <w:t xml:space="preserve"> voorzien en is verwerkt in het porselein</w:t>
      </w:r>
    </w:p>
    <w:p w:rsidR="00482352" w:rsidRDefault="00482352" w:rsidP="009A54BB">
      <w:r>
        <w:t xml:space="preserve">De onderzijde van de wastafel is geglazuurd </w:t>
      </w:r>
    </w:p>
    <w:p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="009A54BB" w:rsidRPr="009A54BB" w:rsidRDefault="009A54BB" w:rsidP="009A54BB"/>
    <w:p w:rsidR="009A54BB" w:rsidRPr="009A54BB" w:rsidRDefault="009A54BB" w:rsidP="009A54BB"/>
    <w:p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2F1A08" w:rsidRDefault="002F1A08" w:rsidP="002F1A08">
      <w:r>
        <w:t>De materie is glasporselein met een max wateropname van 0.5%.</w:t>
      </w:r>
    </w:p>
    <w:p w:rsidR="002F1A08" w:rsidRPr="002F1A08" w:rsidRDefault="002F1A08" w:rsidP="002F1A08">
      <w:pPr>
        <w:ind w:left="567"/>
        <w:rPr>
          <w:u w:val="single"/>
        </w:rPr>
      </w:pPr>
    </w:p>
    <w:p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:rsidR="00DD0E11" w:rsidRDefault="00DD0E11" w:rsidP="00DD0E11">
      <w:r>
        <w:t>Geëmailleerd</w:t>
      </w:r>
    </w:p>
    <w:p w:rsidR="00DD0E11" w:rsidRDefault="00DD0E11" w:rsidP="00DD0E11">
      <w:r>
        <w:t xml:space="preserve">Mechanische belasting van 150kg gedurende 1 uur </w:t>
      </w:r>
    </w:p>
    <w:p w:rsidR="00EC40BB" w:rsidRDefault="00EC40BB" w:rsidP="00DD0E11">
      <w:r>
        <w:t>EN14688</w:t>
      </w:r>
    </w:p>
    <w:p w:rsidR="00DD0E11" w:rsidRDefault="005F4D52" w:rsidP="00DD0E11">
      <w:r>
        <w:t>Diepte:</w:t>
      </w:r>
      <w:r>
        <w:tab/>
      </w:r>
      <w:r w:rsidR="00C37FD1">
        <w:t>39</w:t>
      </w:r>
      <w:r>
        <w:t>cm</w:t>
      </w:r>
    </w:p>
    <w:p w:rsidR="005F4D52" w:rsidRDefault="005F4D52" w:rsidP="00DD0E11">
      <w:r>
        <w:t>Breedte:</w:t>
      </w:r>
      <w:r>
        <w:tab/>
      </w:r>
      <w:r w:rsidR="00C37FD1">
        <w:t>39</w:t>
      </w:r>
      <w:r>
        <w:t>cm</w:t>
      </w:r>
    </w:p>
    <w:p w:rsidR="005F4D52" w:rsidRDefault="005F4D52" w:rsidP="00DD0E11">
      <w:r>
        <w:t>Hoogte:</w:t>
      </w:r>
      <w:r>
        <w:tab/>
        <w:t>1</w:t>
      </w:r>
      <w:r w:rsidR="0056122C">
        <w:t>8,1</w:t>
      </w:r>
      <w:r>
        <w:t>cm</w:t>
      </w:r>
    </w:p>
    <w:p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:rsidR="00C206EA" w:rsidRDefault="00C206EA" w:rsidP="008A5169">
      <w:pPr>
        <w:pStyle w:val="Bulleted2"/>
        <w:numPr>
          <w:ilvl w:val="0"/>
          <w:numId w:val="0"/>
        </w:numPr>
      </w:pPr>
    </w:p>
    <w:p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9A54BB" w:rsidRPr="009A54BB" w:rsidRDefault="0056122C" w:rsidP="009A54BB">
      <w:r>
        <w:t>Dmv meegeleverd bevestigingsmateriaal</w:t>
      </w:r>
    </w:p>
    <w:p w:rsidR="00106C8C" w:rsidRDefault="00106C8C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DD0E11" w:rsidRDefault="00DD0E11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02659" w:rsidRDefault="00502659" w:rsidP="008A5169">
      <w:pPr>
        <w:pStyle w:val="Bulleted1"/>
        <w:numPr>
          <w:ilvl w:val="0"/>
          <w:numId w:val="0"/>
        </w:numPr>
      </w:pPr>
    </w:p>
    <w:p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:rsidR="00C454A1" w:rsidRPr="00C454A1" w:rsidRDefault="00C454A1" w:rsidP="00C454A1"/>
    <w:p w:rsidR="00586B18" w:rsidRPr="00586B18" w:rsidRDefault="00586B18" w:rsidP="00586B18"/>
    <w:p w:rsidR="00CE5E0E" w:rsidRPr="00FF20C8" w:rsidRDefault="00CE5E0E" w:rsidP="008A5169">
      <w:pPr>
        <w:pStyle w:val="Bulleted1"/>
        <w:numPr>
          <w:ilvl w:val="0"/>
          <w:numId w:val="0"/>
        </w:numPr>
      </w:pPr>
    </w:p>
    <w:p w:rsidR="008A5169" w:rsidRDefault="00C37FD1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31D327EA" wp14:editId="77104852">
            <wp:extent cx="5185908" cy="3180521"/>
            <wp:effectExtent l="0" t="0" r="0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96500" cy="3187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A5169" w:rsidSect="00691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544" w:rsidRDefault="00025544">
      <w:r>
        <w:separator/>
      </w:r>
    </w:p>
  </w:endnote>
  <w:endnote w:type="continuationSeparator" w:id="0">
    <w:p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FD1" w:rsidRDefault="00C37FD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FD1" w:rsidRDefault="00C37FD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544" w:rsidRDefault="00025544">
      <w:r>
        <w:separator/>
      </w:r>
    </w:p>
  </w:footnote>
  <w:footnote w:type="continuationSeparator" w:id="0">
    <w:p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FD1" w:rsidRDefault="00C37FD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56122C">
      <w:rPr>
        <w:rFonts w:ascii="Arial" w:hAnsi="Arial" w:cs="Arial"/>
        <w:b/>
        <w:szCs w:val="24"/>
        <w:lang w:val="nl-BE"/>
      </w:rPr>
      <w:t>VariForm onderbouwwastafel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</w:r>
    <w:r w:rsidR="00C37FD1">
      <w:rPr>
        <w:rFonts w:ascii="Arial" w:hAnsi="Arial" w:cs="Arial"/>
        <w:b/>
        <w:szCs w:val="24"/>
        <w:lang w:val="nl-BE"/>
      </w:rPr>
      <w:t>rond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7FD1" w:rsidRDefault="00C37FD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1"/>
  </w:num>
  <w:num w:numId="9">
    <w:abstractNumId w:val="27"/>
  </w:num>
  <w:num w:numId="10">
    <w:abstractNumId w:val="2"/>
  </w:num>
  <w:num w:numId="11">
    <w:abstractNumId w:val="13"/>
  </w:num>
  <w:num w:numId="12">
    <w:abstractNumId w:val="12"/>
  </w:num>
  <w:num w:numId="13">
    <w:abstractNumId w:val="26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2"/>
  </w:num>
  <w:num w:numId="19">
    <w:abstractNumId w:val="23"/>
  </w:num>
  <w:num w:numId="20">
    <w:abstractNumId w:val="20"/>
  </w:num>
  <w:num w:numId="21">
    <w:abstractNumId w:val="19"/>
  </w:num>
  <w:num w:numId="22">
    <w:abstractNumId w:val="15"/>
  </w:num>
  <w:num w:numId="23">
    <w:abstractNumId w:val="25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37FD1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3B88A62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61AE2A5-9E83-4682-8E20-8F2A77407FFE}"/>
</file>

<file path=customXml/itemProps2.xml><?xml version="1.0" encoding="utf-8"?>
<ds:datastoreItem xmlns:ds="http://schemas.openxmlformats.org/officeDocument/2006/customXml" ds:itemID="{4C4EFC15-8C35-4CB0-9412-CCBF2F338BB8}"/>
</file>

<file path=customXml/itemProps3.xml><?xml version="1.0" encoding="utf-8"?>
<ds:datastoreItem xmlns:ds="http://schemas.openxmlformats.org/officeDocument/2006/customXml" ds:itemID="{C3029039-1627-4727-ADD1-65CBC92173A7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232</TotalTime>
  <Pages>2</Pages>
  <Words>117</Words>
  <Characters>715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25</cp:revision>
  <cp:lastPrinted>2011-12-15T11:14:00Z</cp:lastPrinted>
  <dcterms:created xsi:type="dcterms:W3CDTF">2020-03-10T16:23:00Z</dcterms:created>
  <dcterms:modified xsi:type="dcterms:W3CDTF">2020-11-18T11:32:00Z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441300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